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A9" w:rsidRPr="00AA1C16" w:rsidRDefault="005A56A9" w:rsidP="005A56A9">
      <w:pPr>
        <w:pStyle w:val="Akapitzlist"/>
        <w:spacing w:after="0"/>
        <w:ind w:left="284"/>
        <w:jc w:val="both"/>
        <w:rPr>
          <w:rFonts w:cstheme="minorHAnsi"/>
        </w:rPr>
      </w:pPr>
    </w:p>
    <w:p w:rsidR="00AA1C16" w:rsidRPr="00AA1C16" w:rsidRDefault="00660DE0" w:rsidP="00AA1C16">
      <w:pPr>
        <w:rPr>
          <w:rFonts w:cstheme="minorHAnsi"/>
        </w:rPr>
      </w:pPr>
      <w:r>
        <w:rPr>
          <w:rFonts w:cstheme="minorHAnsi"/>
        </w:rPr>
        <w:t>Załącznik nr 1.</w:t>
      </w:r>
      <w:r w:rsidR="00DF21CB">
        <w:rPr>
          <w:rFonts w:cstheme="minorHAnsi"/>
        </w:rPr>
        <w:t>8</w:t>
      </w:r>
      <w:r w:rsidR="00AA1C16" w:rsidRPr="00AA1C16">
        <w:rPr>
          <w:rFonts w:cstheme="minorHAnsi"/>
        </w:rPr>
        <w:t xml:space="preserve"> do SWZ</w:t>
      </w:r>
    </w:p>
    <w:p w:rsidR="00AA1C16" w:rsidRPr="00AA1C16" w:rsidRDefault="00AA1C16" w:rsidP="00AA1C16">
      <w:pPr>
        <w:keepNext/>
        <w:spacing w:before="120" w:after="120" w:line="288" w:lineRule="auto"/>
        <w:jc w:val="center"/>
        <w:outlineLvl w:val="0"/>
        <w:rPr>
          <w:rFonts w:cstheme="minorHAnsi"/>
          <w:b/>
          <w:bCs/>
          <w:kern w:val="32"/>
          <w:sz w:val="24"/>
          <w:szCs w:val="24"/>
        </w:rPr>
      </w:pPr>
      <w:r w:rsidRPr="00AA1C16">
        <w:rPr>
          <w:rFonts w:cstheme="minorHAnsi"/>
          <w:b/>
          <w:bCs/>
          <w:kern w:val="32"/>
          <w:sz w:val="24"/>
          <w:szCs w:val="24"/>
        </w:rPr>
        <w:t>Formularz oferty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tabs>
          <w:tab w:val="left" w:pos="0"/>
          <w:tab w:val="left" w:pos="621"/>
        </w:tabs>
        <w:spacing w:after="240" w:line="288" w:lineRule="auto"/>
        <w:ind w:left="357" w:hanging="357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Oferta złożona do postępowania o udzielenie zamówienia publicznego na zadanie o nazwie: </w:t>
      </w:r>
      <w:r>
        <w:rPr>
          <w:rFonts w:eastAsia="Calibri" w:cstheme="minorHAnsi"/>
        </w:rPr>
        <w:t>Organizacja i p</w:t>
      </w:r>
      <w:r w:rsidRPr="00AA1C16">
        <w:rPr>
          <w:rFonts w:eastAsia="Calibri" w:cstheme="minorHAnsi"/>
        </w:rPr>
        <w:t>rzeprowadzenie szkoleń zawodowych w ramach projektu pn. „Transformacja zawodowa w ZS4 w Rudzie Śląskiej”.</w:t>
      </w:r>
    </w:p>
    <w:p w:rsidR="00AA1C16" w:rsidRPr="00AA1C16" w:rsidRDefault="00660DE0" w:rsidP="00AA1C16">
      <w:pPr>
        <w:pStyle w:val="Akapitzlist"/>
        <w:tabs>
          <w:tab w:val="left" w:pos="0"/>
          <w:tab w:val="left" w:pos="621"/>
        </w:tabs>
        <w:spacing w:after="240" w:line="288" w:lineRule="auto"/>
        <w:ind w:left="357"/>
        <w:rPr>
          <w:rFonts w:eastAsia="Calibri" w:cstheme="minorHAnsi"/>
        </w:rPr>
      </w:pPr>
      <w:r>
        <w:rPr>
          <w:rFonts w:eastAsia="Calibri" w:cstheme="minorHAnsi"/>
        </w:rPr>
        <w:t xml:space="preserve">Część </w:t>
      </w:r>
      <w:r w:rsidR="00DF21CB">
        <w:rPr>
          <w:rFonts w:eastAsia="Calibri" w:cstheme="minorHAnsi"/>
        </w:rPr>
        <w:t>8</w:t>
      </w:r>
      <w:r w:rsidR="00AA1C16" w:rsidRPr="00AA1C16">
        <w:rPr>
          <w:rFonts w:eastAsia="Calibri" w:cstheme="minorHAnsi"/>
        </w:rPr>
        <w:t xml:space="preserve"> - </w:t>
      </w:r>
      <w:r w:rsidR="00DF21CB">
        <w:t>W</w:t>
      </w:r>
      <w:r w:rsidR="00DF21CB" w:rsidRPr="00064037">
        <w:t>arsztaty z miksowania FOH/MON z jednej konsolety</w:t>
      </w:r>
      <w:r w:rsidR="00D820E9">
        <w:tab/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spacing w:after="16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Dane dotyczące Wykonawcy: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Nazwa(firma)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REGON: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>Numer NIP: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telefonu*: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e-mail służący do kontaktu z Zamawiającym*: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Uwaga*. Powyższe dane podaję dobrowolnie, w celu usprawnienia kontaktu z Zamawiającym w zakresie prowadzonego postępowania.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Uwaga. W przypadku Wykonawców składających ofertę wspólne należy wskazać wszystkich Wykonawców występujących wspólnie lub zaznaczyć, iż wskazany podmiot (Pełnomocnik/Lider) występuje w imieniu wszystkich podmiotów składających ofertę wspólnie. 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Łączna cena ofertowa zamówienia (podana cyfrowo):</w:t>
      </w:r>
    </w:p>
    <w:p w:rsidR="00AA1C16" w:rsidRPr="00AA1C16" w:rsidRDefault="001C53C2" w:rsidP="00AA1C16">
      <w:pPr>
        <w:spacing w:after="120" w:line="288" w:lineRule="auto"/>
        <w:ind w:left="425" w:right="28"/>
        <w:rPr>
          <w:rFonts w:eastAsia="Calibri" w:cstheme="minorHAnsi"/>
        </w:rPr>
      </w:pPr>
      <w:r>
        <w:rPr>
          <w:rFonts w:eastAsia="Calibri" w:cstheme="minorHAnsi"/>
        </w:rPr>
        <w:tab/>
        <w:t xml:space="preserve">c.j. x </w:t>
      </w:r>
      <w:r w:rsidR="00D820E9">
        <w:rPr>
          <w:rFonts w:eastAsia="Calibri" w:cstheme="minorHAnsi"/>
        </w:rPr>
        <w:t>1</w:t>
      </w:r>
      <w:r w:rsidR="00AA1C16" w:rsidRPr="00AA1C16">
        <w:rPr>
          <w:rFonts w:eastAsia="Calibri" w:cstheme="minorHAnsi"/>
        </w:rPr>
        <w:t xml:space="preserve"> osób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…………………………………….. PLN netto = brutto</w:t>
      </w:r>
    </w:p>
    <w:p w:rsidR="00AA1C16" w:rsidRPr="00AA1C16" w:rsidRDefault="00AA1C16" w:rsidP="00AA1C16">
      <w:pPr>
        <w:spacing w:after="24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(usługa zwolniona z VAT zgodnie art. 43 ust. 1 ustawy o VAT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Ust. 4.1-4.3 należy wypełnić o ile wybór oferty prowadziłby do powstania u Zamawiającego obowiązku podatkowego zgodnie z przepisami o podatku od towarów i usług. W przeciwnym wypadku pozostawić niewypełnione.</w:t>
      </w:r>
    </w:p>
    <w:p w:rsidR="00AA1C16" w:rsidRPr="00AA1C16" w:rsidRDefault="00AA1C16" w:rsidP="00AA1C16">
      <w:pPr>
        <w:numPr>
          <w:ilvl w:val="1"/>
          <w:numId w:val="7"/>
        </w:numPr>
        <w:tabs>
          <w:tab w:val="left" w:pos="1080"/>
          <w:tab w:val="left" w:pos="1418"/>
          <w:tab w:val="left" w:pos="7230"/>
        </w:tabs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 jeśli dotyczy) Wybór oferty prowadzić będzie do powstania u Zamawiającego obowiązku podatkowego w zakresie następujących towarów lub usług: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Wartość wyżej wymienionych towarów lub usług bez kwoty podatku wynosi: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(wypełnić, jeśli wypełniono ust. 4.1.) Stawka podatku od towarów i usług, która zgodnie z wiedzą Wykonawcy będzie miała zastosowanie: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pStyle w:val="Akapitzlist"/>
        <w:numPr>
          <w:ilvl w:val="0"/>
          <w:numId w:val="8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Kryteria pozacenowe odnoszące się do przedmiotu zamówienia:</w:t>
      </w:r>
    </w:p>
    <w:p w:rsidR="00AA1C16" w:rsidRPr="00AA1C16" w:rsidRDefault="00AA1C16" w:rsidP="00AA1C16">
      <w:pPr>
        <w:tabs>
          <w:tab w:val="left" w:pos="113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5.1.</w:t>
      </w:r>
      <w:r w:rsidRPr="00AA1C16">
        <w:rPr>
          <w:rFonts w:eastAsia="Calibri" w:cstheme="minorHAnsi"/>
        </w:rPr>
        <w:tab/>
        <w:t>doświadczenie osoby/osób wyznaczonej/ych do realizacji zamówienia</w:t>
      </w:r>
    </w:p>
    <w:p w:rsidR="00AA1C16" w:rsidRPr="00AA1C16" w:rsidRDefault="00AA1C16" w:rsidP="00AA1C16">
      <w:pPr>
        <w:pStyle w:val="Akapitzlist"/>
        <w:spacing w:after="240" w:line="288" w:lineRule="auto"/>
        <w:ind w:left="391" w:firstLine="318"/>
        <w:jc w:val="both"/>
        <w:rPr>
          <w:rFonts w:cstheme="minorHAnsi"/>
        </w:rPr>
      </w:pPr>
      <w:r w:rsidRPr="00AA1C16">
        <w:rPr>
          <w:rFonts w:cstheme="minorHAnsi"/>
        </w:rPr>
        <w:t xml:space="preserve">Imię i nazwisko: </w:t>
      </w:r>
      <w:r w:rsidRPr="00AA1C16">
        <w:rPr>
          <w:rFonts w:cstheme="minorHAnsi"/>
        </w:rPr>
        <w:tab/>
        <w:t>…………………………….………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3"/>
        <w:gridCol w:w="2602"/>
        <w:gridCol w:w="2693"/>
        <w:gridCol w:w="1843"/>
      </w:tblGrid>
      <w:tr w:rsidR="00AA1C16" w:rsidRPr="00AA1C16" w:rsidTr="00AA1C16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Opis należycie wykonanych kursów/szkoleń/wykładów/ warsztatów (tak, aby potwierdzić zakres wskazany przez Zamawiającego w SWZ w rozdziale XXVII)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after="0"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Liczba godzin kursów/szkoleń/wykładów/</w:t>
            </w:r>
          </w:p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warsztatów (godziny zegarowe)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Podmiot, na rzecz którego szkolenia zostały wykonane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Data wykonania (data rozpoczęcia i zakończenia)</w:t>
            </w:r>
          </w:p>
        </w:tc>
      </w:tr>
      <w:tr w:rsidR="00AA1C16" w:rsidRPr="00AA1C16" w:rsidTr="00AA1C16">
        <w:trPr>
          <w:trHeight w:val="5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6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3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17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</w:tbl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 braku wypełnienia Wykonawca otrzyma „0” punktów.</w:t>
      </w:r>
    </w:p>
    <w:p w:rsidR="00AA1C16" w:rsidRPr="00AA1C16" w:rsidRDefault="00AA1C16" w:rsidP="00AA1C16">
      <w:pPr>
        <w:spacing w:before="240"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przypadku, gdy z opisu danej pozycji nie będzie wynikało doświadczenie podlegające punktacji, Wykonawca nie otrzyma punktów za tę pozycję.</w:t>
      </w:r>
    </w:p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</w:p>
    <w:p w:rsidR="00AA1C16" w:rsidRPr="00AA1C16" w:rsidRDefault="00AA1C16" w:rsidP="00AA1C16">
      <w:pPr>
        <w:pStyle w:val="Akapitzlist"/>
        <w:numPr>
          <w:ilvl w:val="1"/>
          <w:numId w:val="8"/>
        </w:numPr>
        <w:spacing w:after="120" w:line="288" w:lineRule="auto"/>
        <w:ind w:left="1145" w:right="28"/>
        <w:rPr>
          <w:rFonts w:eastAsia="Calibri" w:cstheme="minorHAnsi"/>
        </w:rPr>
      </w:pPr>
      <w:r w:rsidRPr="00AA1C16">
        <w:rPr>
          <w:rFonts w:eastAsia="Calibri" w:cstheme="minorHAnsi"/>
        </w:rPr>
        <w:t>status osoby z niepełnosprawnością:</w:t>
      </w:r>
    </w:p>
    <w:p w:rsidR="00AA1C16" w:rsidRPr="00AA1C16" w:rsidRDefault="00AA1C16" w:rsidP="00AA1C16">
      <w:pPr>
        <w:pStyle w:val="Akapitzlist"/>
        <w:spacing w:before="12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Przy realizacji zamówienia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zostanie*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nie zostanie*</w:t>
      </w:r>
    </w:p>
    <w:p w:rsidR="00AA1C16" w:rsidRPr="00AA1C16" w:rsidRDefault="00AA1C16" w:rsidP="00AA1C16">
      <w:pPr>
        <w:pStyle w:val="Akapitzlist"/>
        <w:spacing w:after="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zaangażowana minimum 1 osoba z niepełnosprawnościami na stanowisku …………………..………… </w:t>
      </w:r>
    </w:p>
    <w:p w:rsidR="00AA1C16" w:rsidRPr="00AA1C16" w:rsidRDefault="00AA1C16" w:rsidP="00AA1C16">
      <w:pPr>
        <w:pStyle w:val="Akapitzlist"/>
        <w:spacing w:after="12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*wybrać właściwe</w:t>
      </w:r>
    </w:p>
    <w:p w:rsidR="00AA1C16" w:rsidRPr="00AA1C16" w:rsidRDefault="00AA1C16" w:rsidP="00AA1C16">
      <w:pPr>
        <w:pStyle w:val="Akapitzlist"/>
        <w:numPr>
          <w:ilvl w:val="0"/>
          <w:numId w:val="9"/>
        </w:numPr>
        <w:spacing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Rodzaj przedsiębiorstwa jakim jest Wykonawca (proszę zaznaczyć właściwą opcję):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Mikroprzedsiębiorstwo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[ ] Małe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Średnie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Jednoosobowa działalność gospodarcza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Osoba fizyczna nie prowadząca działalności gospodarczej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Inne (proszę wpisać jakie): ...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Uwaga: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Mikroprzedsiębiorstwo – przedsiębiorstwo, które zatrudnia mniej niż 10 osób i którego roczny obrót lub roczna suma bilansowa nie przekracza 2 milionów euro.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Małe przedsiębiorstwo – przedsiębiorstwo, które zatrudnia mniej niż 50 osób i którego roczny obrót lub roczna suma bilansowa nie przekracza 10 milionów euro.</w:t>
      </w:r>
    </w:p>
    <w:p w:rsidR="00AA1C16" w:rsidRPr="00AA1C16" w:rsidRDefault="00AA1C16" w:rsidP="00AA1C16">
      <w:pPr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Średnie przedsiębiorstwo – przedsiębiorstwo, które nie jest mikroprzedsiębiorstwem ani małym przedsiębiorstwem i które zatrudnia mniej niż 250 osób i którego roczny obrót nie przekracza 50 milionów euro lub roczna suma bilansowa nie przekracza 43 milionów euro.</w:t>
      </w:r>
    </w:p>
    <w:p w:rsidR="00AA1C16" w:rsidRPr="00AA1C16" w:rsidRDefault="00AA1C16" w:rsidP="00AA1C16">
      <w:pPr>
        <w:numPr>
          <w:ilvl w:val="0"/>
          <w:numId w:val="9"/>
        </w:numPr>
        <w:spacing w:after="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Niniejszym oświadczam, że wypełniłem obowiązki informacyjne przewidziane w  art. 13 lub art. 14 RODO</w:t>
      </w:r>
      <w:r w:rsidRPr="00AA1C16">
        <w:rPr>
          <w:rFonts w:eastAsia="Calibri" w:cstheme="minorHAnsi"/>
          <w:vertAlign w:val="superscript"/>
        </w:rPr>
        <w:footnoteReference w:id="2"/>
      </w:r>
      <w:r w:rsidRPr="00AA1C16">
        <w:rPr>
          <w:rFonts w:eastAsia="Calibri" w:cstheme="minorHAnsi"/>
        </w:rPr>
        <w:t>wobec osób fizycznych, od których dane osobowe bezpośrednio lub pośrednio pozyskałem w celu ubiegania się o udzielenie zamówienia publicznego w niniejszym postępowaniu</w:t>
      </w:r>
      <w:r w:rsidRPr="00AA1C16">
        <w:rPr>
          <w:rFonts w:eastAsia="Calibri" w:cstheme="minorHAnsi"/>
          <w:vertAlign w:val="superscript"/>
        </w:rPr>
        <w:footnoteReference w:id="3"/>
      </w:r>
      <w:r w:rsidRPr="00AA1C16">
        <w:rPr>
          <w:rFonts w:eastAsia="Calibri" w:cstheme="minorHAnsi"/>
        </w:rPr>
        <w:t>.</w:t>
      </w:r>
      <w:r w:rsidRPr="00AA1C16">
        <w:rPr>
          <w:rFonts w:eastAsia="Calibri" w:cstheme="minorHAnsi"/>
        </w:rPr>
        <w:tab/>
      </w:r>
    </w:p>
    <w:p w:rsidR="005A56A9" w:rsidRPr="00AA1C16" w:rsidRDefault="005A56A9">
      <w:pPr>
        <w:rPr>
          <w:rFonts w:cstheme="minorHAnsi"/>
        </w:rPr>
      </w:pPr>
    </w:p>
    <w:p w:rsidR="003119EF" w:rsidRPr="00AA1C16" w:rsidRDefault="003119EF" w:rsidP="003119EF">
      <w:pPr>
        <w:rPr>
          <w:rFonts w:cstheme="minorHAnsi"/>
        </w:rPr>
      </w:pPr>
    </w:p>
    <w:p w:rsidR="00F94B2E" w:rsidRPr="00AA1C16" w:rsidRDefault="00F94B2E" w:rsidP="003119EF">
      <w:pPr>
        <w:tabs>
          <w:tab w:val="left" w:pos="3735"/>
        </w:tabs>
        <w:rPr>
          <w:rFonts w:cstheme="minorHAnsi"/>
        </w:rPr>
      </w:pPr>
    </w:p>
    <w:sectPr w:rsidR="00F94B2E" w:rsidRPr="00AA1C16" w:rsidSect="00E17B30">
      <w:headerReference w:type="default" r:id="rId8"/>
      <w:footerReference w:type="default" r:id="rId9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D6B" w:rsidRDefault="00B03D6B" w:rsidP="003119EF">
      <w:pPr>
        <w:spacing w:after="0" w:line="240" w:lineRule="auto"/>
      </w:pPr>
      <w:r>
        <w:separator/>
      </w:r>
    </w:p>
  </w:endnote>
  <w:endnote w:type="continuationSeparator" w:id="1">
    <w:p w:rsidR="00B03D6B" w:rsidRDefault="00B03D6B" w:rsidP="0031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DF21CB" w:rsidRPr="00DF21CB">
        <w:rPr>
          <w:rFonts w:asciiTheme="majorHAnsi" w:hAnsiTheme="majorHAnsi"/>
          <w:noProof/>
        </w:rPr>
        <w:t>1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D6B" w:rsidRDefault="00B03D6B" w:rsidP="003119EF">
      <w:pPr>
        <w:spacing w:after="0" w:line="240" w:lineRule="auto"/>
      </w:pPr>
      <w:r>
        <w:separator/>
      </w:r>
    </w:p>
  </w:footnote>
  <w:footnote w:type="continuationSeparator" w:id="1">
    <w:p w:rsidR="00B03D6B" w:rsidRDefault="00B03D6B" w:rsidP="003119EF">
      <w:pPr>
        <w:spacing w:after="0" w:line="240" w:lineRule="auto"/>
      </w:pPr>
      <w:r>
        <w:continuationSeparator/>
      </w:r>
    </w:p>
  </w:footnote>
  <w:footnote w:id="2">
    <w:p w:rsidR="00AA1C16" w:rsidRDefault="00AA1C16" w:rsidP="00AA1C16">
      <w:pPr>
        <w:spacing w:after="120" w:line="360" w:lineRule="auto"/>
        <w:ind w:right="28"/>
        <w:rPr>
          <w:rFonts w:ascii="Trebuchet MS" w:hAnsi="Trebuchet MS" w:cs="Arial"/>
          <w:sz w:val="16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 xml:space="preserve">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AA1C16" w:rsidRDefault="00AA1C16" w:rsidP="00AA1C16">
      <w:pPr>
        <w:spacing w:after="360" w:line="360" w:lineRule="auto"/>
        <w:ind w:right="28"/>
        <w:rPr>
          <w:rFonts w:ascii="Trebuchet MS" w:hAnsi="Trebuchet MS" w:cs="Arial"/>
          <w:highlight w:val="yellow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05"/>
    <w:multiLevelType w:val="hybridMultilevel"/>
    <w:tmpl w:val="3A4C04DC"/>
    <w:lvl w:ilvl="0" w:tplc="95E2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2"/>
      </w:rPr>
    </w:lvl>
    <w:lvl w:ilvl="1" w:tplc="7CB8311A">
      <w:start w:val="1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2F6E"/>
    <w:multiLevelType w:val="multilevel"/>
    <w:tmpl w:val="67522A66"/>
    <w:lvl w:ilvl="0">
      <w:start w:val="5"/>
      <w:numFmt w:val="decimal"/>
      <w:lvlText w:val="%1."/>
      <w:lvlJc w:val="left"/>
      <w:pPr>
        <w:ind w:left="785" w:hanging="360"/>
      </w:pPr>
    </w:lvl>
    <w:lvl w:ilvl="1">
      <w:start w:val="2"/>
      <w:numFmt w:val="decimal"/>
      <w:isLgl/>
      <w:lvlText w:val="%1.%2."/>
      <w:lvlJc w:val="left"/>
      <w:pPr>
        <w:ind w:left="1148" w:hanging="720"/>
      </w:pPr>
    </w:lvl>
    <w:lvl w:ilvl="2">
      <w:start w:val="1"/>
      <w:numFmt w:val="decimal"/>
      <w:isLgl/>
      <w:lvlText w:val="%1.%2.%3."/>
      <w:lvlJc w:val="left"/>
      <w:pPr>
        <w:ind w:left="1151" w:hanging="720"/>
      </w:pPr>
    </w:lvl>
    <w:lvl w:ilvl="3">
      <w:start w:val="1"/>
      <w:numFmt w:val="decimal"/>
      <w:isLgl/>
      <w:lvlText w:val="%1.%2.%3.%4."/>
      <w:lvlJc w:val="left"/>
      <w:pPr>
        <w:ind w:left="1514" w:hanging="1080"/>
      </w:pPr>
    </w:lvl>
    <w:lvl w:ilvl="4">
      <w:start w:val="1"/>
      <w:numFmt w:val="decimal"/>
      <w:isLgl/>
      <w:lvlText w:val="%1.%2.%3.%4.%5."/>
      <w:lvlJc w:val="left"/>
      <w:pPr>
        <w:ind w:left="1517" w:hanging="1080"/>
      </w:pPr>
    </w:lvl>
    <w:lvl w:ilvl="5">
      <w:start w:val="1"/>
      <w:numFmt w:val="decimal"/>
      <w:isLgl/>
      <w:lvlText w:val="%1.%2.%3.%4.%5.%6."/>
      <w:lvlJc w:val="left"/>
      <w:pPr>
        <w:ind w:left="1880" w:hanging="1440"/>
      </w:pPr>
    </w:lvl>
    <w:lvl w:ilvl="6">
      <w:start w:val="1"/>
      <w:numFmt w:val="decimal"/>
      <w:isLgl/>
      <w:lvlText w:val="%1.%2.%3.%4.%5.%6.%7."/>
      <w:lvlJc w:val="left"/>
      <w:pPr>
        <w:ind w:left="2243" w:hanging="1800"/>
      </w:pPr>
    </w:lvl>
    <w:lvl w:ilvl="7">
      <w:start w:val="1"/>
      <w:numFmt w:val="decimal"/>
      <w:isLgl/>
      <w:lvlText w:val="%1.%2.%3.%4.%5.%6.%7.%8."/>
      <w:lvlJc w:val="left"/>
      <w:pPr>
        <w:ind w:left="2246" w:hanging="1800"/>
      </w:pPr>
    </w:lvl>
    <w:lvl w:ilvl="8">
      <w:start w:val="1"/>
      <w:numFmt w:val="decimal"/>
      <w:isLgl/>
      <w:lvlText w:val="%1.%2.%3.%4.%5.%6.%7.%8.%9."/>
      <w:lvlJc w:val="left"/>
      <w:pPr>
        <w:ind w:left="2609" w:hanging="2160"/>
      </w:pPr>
    </w:lvl>
  </w:abstractNum>
  <w:abstractNum w:abstractNumId="2">
    <w:nsid w:val="081D5E8E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1BCA"/>
    <w:multiLevelType w:val="hybridMultilevel"/>
    <w:tmpl w:val="8F46E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32F14"/>
    <w:multiLevelType w:val="hybridMultilevel"/>
    <w:tmpl w:val="8E1AD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62E09"/>
    <w:multiLevelType w:val="multilevel"/>
    <w:tmpl w:val="149CF446"/>
    <w:lvl w:ilvl="0">
      <w:start w:val="3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6">
    <w:nsid w:val="5C266B45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1548D"/>
    <w:multiLevelType w:val="multilevel"/>
    <w:tmpl w:val="544EC952"/>
    <w:lvl w:ilvl="0">
      <w:start w:val="6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8">
    <w:nsid w:val="6BD81F17"/>
    <w:multiLevelType w:val="hybridMultilevel"/>
    <w:tmpl w:val="C584EB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806C3"/>
    <w:rsid w:val="00196195"/>
    <w:rsid w:val="001C53C2"/>
    <w:rsid w:val="002569B3"/>
    <w:rsid w:val="003119EF"/>
    <w:rsid w:val="00517C29"/>
    <w:rsid w:val="005A56A9"/>
    <w:rsid w:val="006456FA"/>
    <w:rsid w:val="00660DE0"/>
    <w:rsid w:val="00666E6D"/>
    <w:rsid w:val="006806C3"/>
    <w:rsid w:val="00724F47"/>
    <w:rsid w:val="00741703"/>
    <w:rsid w:val="007E2FC4"/>
    <w:rsid w:val="00854443"/>
    <w:rsid w:val="00980B9A"/>
    <w:rsid w:val="00A442BD"/>
    <w:rsid w:val="00AA1C16"/>
    <w:rsid w:val="00B03D6B"/>
    <w:rsid w:val="00BB5ED2"/>
    <w:rsid w:val="00C0790F"/>
    <w:rsid w:val="00D17930"/>
    <w:rsid w:val="00D17990"/>
    <w:rsid w:val="00D820E9"/>
    <w:rsid w:val="00DF21CB"/>
    <w:rsid w:val="00E179E8"/>
    <w:rsid w:val="00E17B30"/>
    <w:rsid w:val="00ED51D4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5A56A9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AA1C16"/>
    <w:rPr>
      <w:kern w:val="2"/>
    </w:rPr>
  </w:style>
  <w:style w:type="character" w:styleId="Odwoanieprzypisudolnego">
    <w:name w:val="footnote reference"/>
    <w:uiPriority w:val="99"/>
    <w:semiHidden/>
    <w:unhideWhenUsed/>
    <w:rsid w:val="00AA1C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&#380;ytkownik\OneDrive%20-%20Zesp&#243;&#322;%20Szk&#243;&#322;%20Nr%204%20im.%20Piotra%20Latoski%20w%20Rudzie%20&#346;l&#261;skiej\Fundusze%20Europejskie\Studio\Pisma\Wz&#243;r%20dokumentu%20-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dokumentu - kolor</Template>
  <TotalTime>0</TotalTime>
  <Pages>3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2</cp:revision>
  <dcterms:created xsi:type="dcterms:W3CDTF">2026-01-21T19:20:00Z</dcterms:created>
  <dcterms:modified xsi:type="dcterms:W3CDTF">2026-01-21T19:20:00Z</dcterms:modified>
</cp:coreProperties>
</file>